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КТП по английскому языку во 2т классе Ярмушевой М.В.</w:t>
      </w:r>
    </w:p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A34EB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2566"/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8"/>
        <w:gridCol w:w="2080"/>
        <w:gridCol w:w="4320"/>
        <w:gridCol w:w="2160"/>
        <w:gridCol w:w="3240"/>
      </w:tblGrid>
      <w:tr w:rsidR="00456AD1" w:rsidRPr="00B935D3" w:rsidTr="00A34EBE">
        <w:tc>
          <w:tcPr>
            <w:tcW w:w="1988" w:type="dxa"/>
          </w:tcPr>
          <w:p w:rsidR="00456AD1" w:rsidRPr="00B935D3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Запланированная дата проведения 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2080" w:type="dxa"/>
          </w:tcPr>
          <w:p w:rsidR="00456AD1" w:rsidRPr="00B935D3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4320" w:type="dxa"/>
          </w:tcPr>
          <w:p w:rsidR="00456AD1" w:rsidRPr="007D1ADF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</w:t>
            </w:r>
            <w:r w:rsidRPr="007D1ADF">
              <w:rPr>
                <w:rFonts w:ascii="Times New Roman" w:hAnsi="Times New Roman"/>
              </w:rPr>
              <w:t>ема урока</w:t>
            </w:r>
          </w:p>
        </w:tc>
        <w:tc>
          <w:tcPr>
            <w:tcW w:w="2160" w:type="dxa"/>
          </w:tcPr>
          <w:p w:rsidR="00456AD1" w:rsidRPr="00B935D3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40" w:type="dxa"/>
          </w:tcPr>
          <w:p w:rsidR="00456AD1" w:rsidRPr="00B935D3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</w:tr>
      <w:tr w:rsidR="00456AD1" w:rsidRPr="00B935D3" w:rsidTr="00C72EE9">
        <w:trPr>
          <w:trHeight w:val="762"/>
        </w:trPr>
        <w:tc>
          <w:tcPr>
            <w:tcW w:w="1988" w:type="dxa"/>
          </w:tcPr>
          <w:p w:rsidR="00456AD1" w:rsidRPr="007D1ADF" w:rsidRDefault="00456AD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</w:t>
            </w:r>
          </w:p>
        </w:tc>
        <w:tc>
          <w:tcPr>
            <w:tcW w:w="2080" w:type="dxa"/>
          </w:tcPr>
          <w:p w:rsidR="00456AD1" w:rsidRPr="00B935D3" w:rsidRDefault="00456AD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320" w:type="dxa"/>
          </w:tcPr>
          <w:p w:rsidR="00456AD1" w:rsidRPr="006D2FC9" w:rsidRDefault="00456AD1" w:rsidP="00FB4D7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9813A7">
              <w:rPr>
                <w:rFonts w:ascii="Times New Roman" w:hAnsi="Times New Roman"/>
                <w:sz w:val="24"/>
                <w:szCs w:val="24"/>
              </w:rPr>
              <w:t>Времена года.</w:t>
            </w:r>
          </w:p>
        </w:tc>
        <w:tc>
          <w:tcPr>
            <w:tcW w:w="2160" w:type="dxa"/>
          </w:tcPr>
          <w:p w:rsidR="00456AD1" w:rsidRPr="00B935D3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456AD1" w:rsidRPr="00B935D3" w:rsidRDefault="00456AD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456AD1" w:rsidRPr="00B935D3" w:rsidTr="00FB4D7C">
        <w:trPr>
          <w:trHeight w:val="726"/>
        </w:trPr>
        <w:tc>
          <w:tcPr>
            <w:tcW w:w="1988" w:type="dxa"/>
          </w:tcPr>
          <w:p w:rsidR="00456AD1" w:rsidRDefault="00456AD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2080" w:type="dxa"/>
          </w:tcPr>
          <w:p w:rsidR="00456AD1" w:rsidRDefault="00456AD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4320" w:type="dxa"/>
          </w:tcPr>
          <w:p w:rsidR="00456AD1" w:rsidRPr="006D2FC9" w:rsidRDefault="00456AD1" w:rsidP="00FB4D7C">
            <w:pPr>
              <w:jc w:val="center"/>
              <w:rPr>
                <w:rFonts w:ascii="Times New Roman" w:hAnsi="Times New Roman"/>
              </w:rPr>
            </w:pPr>
            <w:r w:rsidRPr="009813A7">
              <w:rPr>
                <w:rFonts w:ascii="Times New Roman" w:hAnsi="Times New Roman"/>
                <w:sz w:val="24"/>
                <w:szCs w:val="24"/>
              </w:rPr>
              <w:t>Одежда для героев учебника.</w:t>
            </w:r>
          </w:p>
        </w:tc>
        <w:tc>
          <w:tcPr>
            <w:tcW w:w="2160" w:type="dxa"/>
          </w:tcPr>
          <w:p w:rsidR="00456AD1" w:rsidRDefault="00456AD1" w:rsidP="000F09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Нерабочие дни</w:t>
            </w:r>
          </w:p>
        </w:tc>
        <w:tc>
          <w:tcPr>
            <w:tcW w:w="3240" w:type="dxa"/>
          </w:tcPr>
          <w:p w:rsidR="00456AD1" w:rsidRPr="00B935D3" w:rsidRDefault="00456AD1" w:rsidP="000F09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</w:tr>
    </w:tbl>
    <w:p w:rsidR="00456AD1" w:rsidRDefault="00456AD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6AD1" w:rsidRDefault="00456AD1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456AD1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D32"/>
    <w:rsid w:val="000503A9"/>
    <w:rsid w:val="000621FA"/>
    <w:rsid w:val="00064C9F"/>
    <w:rsid w:val="000C7D2A"/>
    <w:rsid w:val="000F095F"/>
    <w:rsid w:val="0015480F"/>
    <w:rsid w:val="001650DF"/>
    <w:rsid w:val="00193020"/>
    <w:rsid w:val="002260E7"/>
    <w:rsid w:val="002328BE"/>
    <w:rsid w:val="002F20C6"/>
    <w:rsid w:val="002F5997"/>
    <w:rsid w:val="00312E50"/>
    <w:rsid w:val="00316D32"/>
    <w:rsid w:val="003263E7"/>
    <w:rsid w:val="0034396F"/>
    <w:rsid w:val="00350DD8"/>
    <w:rsid w:val="0037722A"/>
    <w:rsid w:val="0038257F"/>
    <w:rsid w:val="0039538D"/>
    <w:rsid w:val="003B4337"/>
    <w:rsid w:val="003D2472"/>
    <w:rsid w:val="003E3000"/>
    <w:rsid w:val="00456AD1"/>
    <w:rsid w:val="00464028"/>
    <w:rsid w:val="004A6220"/>
    <w:rsid w:val="004E25B3"/>
    <w:rsid w:val="004E266F"/>
    <w:rsid w:val="005C13C5"/>
    <w:rsid w:val="006D2FC9"/>
    <w:rsid w:val="007026D3"/>
    <w:rsid w:val="00775F10"/>
    <w:rsid w:val="00780B0E"/>
    <w:rsid w:val="007864D1"/>
    <w:rsid w:val="007A2F40"/>
    <w:rsid w:val="007A4F80"/>
    <w:rsid w:val="007D1ADF"/>
    <w:rsid w:val="007D3DE6"/>
    <w:rsid w:val="0089732A"/>
    <w:rsid w:val="008B02CC"/>
    <w:rsid w:val="008C00EE"/>
    <w:rsid w:val="009813A7"/>
    <w:rsid w:val="00A004E2"/>
    <w:rsid w:val="00A02EA3"/>
    <w:rsid w:val="00A34EBE"/>
    <w:rsid w:val="00A85A32"/>
    <w:rsid w:val="00B12471"/>
    <w:rsid w:val="00B15F61"/>
    <w:rsid w:val="00B2344A"/>
    <w:rsid w:val="00B52AD2"/>
    <w:rsid w:val="00B55718"/>
    <w:rsid w:val="00B66F0D"/>
    <w:rsid w:val="00B935D3"/>
    <w:rsid w:val="00BF33FE"/>
    <w:rsid w:val="00C25AB3"/>
    <w:rsid w:val="00C72EE9"/>
    <w:rsid w:val="00CC7309"/>
    <w:rsid w:val="00D4138A"/>
    <w:rsid w:val="00D666D0"/>
    <w:rsid w:val="00D71E70"/>
    <w:rsid w:val="00DE371A"/>
    <w:rsid w:val="00E13E8D"/>
    <w:rsid w:val="00E4437D"/>
    <w:rsid w:val="00E94EE5"/>
    <w:rsid w:val="00E97586"/>
    <w:rsid w:val="00F14786"/>
    <w:rsid w:val="00F30E37"/>
    <w:rsid w:val="00F34CEF"/>
    <w:rsid w:val="00F55BF3"/>
    <w:rsid w:val="00F645C7"/>
    <w:rsid w:val="00FB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3F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4CE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1</Pages>
  <Words>54</Words>
  <Characters>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мария</cp:lastModifiedBy>
  <cp:revision>14</cp:revision>
  <dcterms:created xsi:type="dcterms:W3CDTF">2020-03-29T15:52:00Z</dcterms:created>
  <dcterms:modified xsi:type="dcterms:W3CDTF">2021-05-05T17:02:00Z</dcterms:modified>
</cp:coreProperties>
</file>